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610"/>
        <w:gridCol w:w="8029"/>
      </w:tblGrid>
      <w:tr w:rsidR="00022CCA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8217B1" w:rsidRDefault="00022CCA" w:rsidP="0069482D"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B50481" w:rsidP="0069482D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022CCA" w:rsidP="0069482D">
            <w:pPr>
              <w:rPr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B50481" w:rsidP="00CF3AA7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</w:t>
            </w:r>
            <w:r w:rsidR="00022CCA" w:rsidRPr="0058727F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8727F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8727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F3AA7">
              <w:rPr>
                <w:rFonts w:ascii="Arial" w:hAnsi="Arial" w:cs="Arial"/>
                <w:sz w:val="18"/>
                <w:szCs w:val="18"/>
              </w:rPr>
              <w:t>74</w:t>
            </w:r>
          </w:p>
        </w:tc>
      </w:tr>
      <w:tr w:rsidR="00022CCA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8727F" w:rsidRDefault="00B50481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8727F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8727F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8727F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F3AA7">
              <w:rPr>
                <w:rFonts w:ascii="Arial" w:hAnsi="Arial" w:cs="Arial"/>
                <w:noProof/>
                <w:sz w:val="18"/>
                <w:szCs w:val="18"/>
              </w:rPr>
              <w:t>Thursday, 25 June 2020</w:t>
            </w:r>
            <w:r w:rsidRPr="0058727F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58727F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B50481" w:rsidP="0058727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8029" w:type="dxa"/>
            <w:vMerge w:val="restart"/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CF3AA7" w:rsidP="0069482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Swollen right leg, USS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venogram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suggests SSV dilatation and no DVT. Please assess for deep and superficial reflux and do arterial spot check PMH Lt breast Ca 2012 – now in remission. </w:t>
            </w:r>
            <w:r w:rsidR="0064185E" w:rsidRPr="0058727F">
              <w:rPr>
                <w:rFonts w:ascii="Arial" w:hAnsi="Arial" w:cs="Arial"/>
                <w:sz w:val="18"/>
                <w:szCs w:val="18"/>
              </w:rPr>
              <w:t xml:space="preserve">  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8029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64185E" w:rsidP="0069482D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64185E" w:rsidRPr="0058727F" w:rsidTr="0058727F">
        <w:tc>
          <w:tcPr>
            <w:tcW w:w="9753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8727F">
              <w:rPr>
                <w:rFonts w:ascii="Arial" w:hAnsi="Arial"/>
                <w:b/>
                <w:bCs/>
                <w:sz w:val="18"/>
                <w:szCs w:val="20"/>
              </w:rPr>
              <w:t>Right Lower Extremity Venous Duplex</w:t>
            </w:r>
          </w:p>
        </w:tc>
      </w:tr>
      <w:tr w:rsidR="0064185E" w:rsidRPr="0058727F" w:rsidTr="0058727F">
        <w:trPr>
          <w:trHeight w:val="7938"/>
        </w:trPr>
        <w:tc>
          <w:tcPr>
            <w:tcW w:w="9753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2A6E8C" w:rsidP="0058727F">
            <w:pPr>
              <w:jc w:val="center"/>
              <w:rPr>
                <w:rFonts w:ascii="Arial" w:hAnsi="Arial"/>
                <w:sz w:val="18"/>
                <w:szCs w:val="20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4576445</wp:posOffset>
                      </wp:positionH>
                      <wp:positionV relativeFrom="paragraph">
                        <wp:posOffset>2033270</wp:posOffset>
                      </wp:positionV>
                      <wp:extent cx="306070" cy="152400"/>
                      <wp:effectExtent l="635" t="6985" r="7620" b="2540"/>
                      <wp:wrapNone/>
                      <wp:docPr id="75" name="Text Box 4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2A6E8C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98" o:spid="_x0000_s1026" type="#_x0000_t202" style="position:absolute;left:0;text-align:left;margin-left:360.35pt;margin-top:160.1pt;width:24.1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2A6E8C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1891665</wp:posOffset>
                      </wp:positionH>
                      <wp:positionV relativeFrom="paragraph">
                        <wp:posOffset>3131820</wp:posOffset>
                      </wp:positionV>
                      <wp:extent cx="70485" cy="70485"/>
                      <wp:effectExtent l="11430" t="10160" r="13335" b="5080"/>
                      <wp:wrapNone/>
                      <wp:docPr id="74" name="AutoShape 5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" cy="7048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9A97F6A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524" o:spid="_x0000_s1026" type="#_x0000_t123" style="position:absolute;margin-left:148.95pt;margin-top:246.6pt;width:5.55pt;height:5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1718945</wp:posOffset>
                      </wp:positionH>
                      <wp:positionV relativeFrom="paragraph">
                        <wp:posOffset>2967355</wp:posOffset>
                      </wp:positionV>
                      <wp:extent cx="70485" cy="70485"/>
                      <wp:effectExtent l="10160" t="7620" r="5080" b="7620"/>
                      <wp:wrapNone/>
                      <wp:docPr id="73" name="AutoShape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" cy="7048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6D4822" id="AutoShape 510" o:spid="_x0000_s1026" type="#_x0000_t123" style="position:absolute;margin-left:135.35pt;margin-top:233.65pt;width:5.55pt;height:5.5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1750060</wp:posOffset>
                      </wp:positionH>
                      <wp:positionV relativeFrom="paragraph">
                        <wp:posOffset>2715260</wp:posOffset>
                      </wp:positionV>
                      <wp:extent cx="480695" cy="130175"/>
                      <wp:effectExtent l="12700" t="12700" r="11430" b="9525"/>
                      <wp:wrapNone/>
                      <wp:docPr id="72" name="Freeform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80695" cy="130175"/>
                              </a:xfrm>
                              <a:custGeom>
                                <a:avLst/>
                                <a:gdLst>
                                  <a:gd name="T0" fmla="*/ 0 w 757"/>
                                  <a:gd name="T1" fmla="*/ 205 h 205"/>
                                  <a:gd name="T2" fmla="*/ 757 w 757"/>
                                  <a:gd name="T3" fmla="*/ 0 h 2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757" h="205">
                                    <a:moveTo>
                                      <a:pt x="0" y="205"/>
                                    </a:moveTo>
                                    <a:cubicBezTo>
                                      <a:pt x="0" y="205"/>
                                      <a:pt x="378" y="102"/>
                                      <a:pt x="757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226BD88E" id="Freeform 523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37.8pt,224.05pt" control1="137.8pt,224.05pt" control2="156.7pt,218.9pt" to="175.65pt,213.8pt" coordsize="757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" filled="f">
                      <v:path arrowok="t" o:connecttype="custom" o:connectlocs="0,130175;480695,0" o:connectangles="0,0"/>
                    </v:curv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2242820</wp:posOffset>
                      </wp:positionH>
                      <wp:positionV relativeFrom="paragraph">
                        <wp:posOffset>2633980</wp:posOffset>
                      </wp:positionV>
                      <wp:extent cx="306070" cy="152400"/>
                      <wp:effectExtent l="635" t="7620" r="7620" b="1905"/>
                      <wp:wrapNone/>
                      <wp:docPr id="71" name="Text Box 4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2A6E8C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7" o:spid="_x0000_s1027" type="#_x0000_t202" style="position:absolute;left:0;text-align:left;margin-left:176.6pt;margin-top:207.4pt;width:24.1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2A6E8C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4551680</wp:posOffset>
                      </wp:positionH>
                      <wp:positionV relativeFrom="paragraph">
                        <wp:posOffset>3627120</wp:posOffset>
                      </wp:positionV>
                      <wp:extent cx="306070" cy="152400"/>
                      <wp:effectExtent l="4445" t="635" r="3810" b="8890"/>
                      <wp:wrapNone/>
                      <wp:docPr id="70" name="Text Box 4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2A6E8C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9" o:spid="_x0000_s1028" type="#_x0000_t202" style="position:absolute;left:0;text-align:left;margin-left:358.4pt;margin-top:285.6pt;width:24.1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2A6E8C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1717675</wp:posOffset>
                      </wp:positionV>
                      <wp:extent cx="90805" cy="653415"/>
                      <wp:effectExtent l="39370" t="43815" r="41275" b="45720"/>
                      <wp:wrapNone/>
                      <wp:docPr id="69" name="Freeform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653415"/>
                              </a:xfrm>
                              <a:custGeom>
                                <a:avLst/>
                                <a:gdLst>
                                  <a:gd name="T0" fmla="*/ 143 w 143"/>
                                  <a:gd name="T1" fmla="*/ 0 h 1029"/>
                                  <a:gd name="T2" fmla="*/ 33 w 143"/>
                                  <a:gd name="T3" fmla="*/ 358 h 1029"/>
                                  <a:gd name="T4" fmla="*/ 0 w 143"/>
                                  <a:gd name="T5" fmla="*/ 1029 h 10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43" h="1029">
                                    <a:moveTo>
                                      <a:pt x="143" y="0"/>
                                    </a:moveTo>
                                    <a:cubicBezTo>
                                      <a:pt x="100" y="93"/>
                                      <a:pt x="57" y="187"/>
                                      <a:pt x="33" y="358"/>
                                    </a:cubicBezTo>
                                    <a:cubicBezTo>
                                      <a:pt x="9" y="529"/>
                                      <a:pt x="4" y="779"/>
                                      <a:pt x="0" y="1029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3D643C" id="Freeform 522" o:spid="_x0000_s1026" style="position:absolute;margin-left:109.15pt;margin-top:135.25pt;width:7.15pt;height:51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3,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" path="m143,c100,93,57,187,33,358,9,529,4,779,,1029e" filled="f" strokecolor="red" strokeweight="6pt">
                      <v:path arrowok="t" o:connecttype="custom" o:connectlocs="90805,0;20955,227330;0,653415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4526280</wp:posOffset>
                      </wp:positionH>
                      <wp:positionV relativeFrom="paragraph">
                        <wp:posOffset>1424305</wp:posOffset>
                      </wp:positionV>
                      <wp:extent cx="8255" cy="935355"/>
                      <wp:effectExtent l="45720" t="45720" r="41275" b="38100"/>
                      <wp:wrapNone/>
                      <wp:docPr id="68" name="Freeform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255" cy="935355"/>
                              </a:xfrm>
                              <a:custGeom>
                                <a:avLst/>
                                <a:gdLst>
                                  <a:gd name="T0" fmla="*/ 0 w 13"/>
                                  <a:gd name="T1" fmla="*/ 0 h 1473"/>
                                  <a:gd name="T2" fmla="*/ 13 w 13"/>
                                  <a:gd name="T3" fmla="*/ 1473 h 14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3" h="1473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6" y="736"/>
                                      <a:pt x="13" y="1473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016037EA" id="Freeform 521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56.4pt,112.15pt" control1="356.4pt,112.15pt" control2="356.7pt,148.95pt" to="357.05pt,185.8pt" coordsize="13,1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" filled="f" strokecolor="red" strokeweight="6pt">
                      <v:path arrowok="t" o:connecttype="custom" o:connectlocs="0,0;8255,935355" o:connectangles="0,0"/>
                    </v:curv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2255520</wp:posOffset>
                      </wp:positionH>
                      <wp:positionV relativeFrom="paragraph">
                        <wp:posOffset>673100</wp:posOffset>
                      </wp:positionV>
                      <wp:extent cx="306070" cy="152400"/>
                      <wp:effectExtent l="3810" t="8890" r="4445" b="635"/>
                      <wp:wrapNone/>
                      <wp:docPr id="67" name="Text Box 4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4185E" w:rsidRPr="004E4B01" w:rsidRDefault="002A6E8C" w:rsidP="000777D3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5" o:spid="_x0000_s1029" type="#_x0000_t202" style="position:absolute;left:0;text-align:left;margin-left:177.6pt;margin-top:53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q6aoQIAAFMFAAAOAAAAZHJzL2Uyb0RvYy54bWysVNuO2yAQfa/Uf0C8Z21nHS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64185E" w:rsidRPr="004E4B01" w:rsidRDefault="002A6E8C" w:rsidP="000777D3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4429760</wp:posOffset>
                      </wp:positionH>
                      <wp:positionV relativeFrom="paragraph">
                        <wp:posOffset>3032760</wp:posOffset>
                      </wp:positionV>
                      <wp:extent cx="57150" cy="39370"/>
                      <wp:effectExtent l="6350" t="6350" r="12700" b="11430"/>
                      <wp:wrapNone/>
                      <wp:docPr id="66" name="Freeform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150" cy="39370"/>
                              </a:xfrm>
                              <a:custGeom>
                                <a:avLst/>
                                <a:gdLst>
                                  <a:gd name="T0" fmla="*/ 90 w 90"/>
                                  <a:gd name="T1" fmla="*/ 0 h 62"/>
                                  <a:gd name="T2" fmla="*/ 55 w 90"/>
                                  <a:gd name="T3" fmla="*/ 55 h 62"/>
                                  <a:gd name="T4" fmla="*/ 0 w 90"/>
                                  <a:gd name="T5" fmla="*/ 45 h 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0" h="62">
                                    <a:moveTo>
                                      <a:pt x="90" y="0"/>
                                    </a:moveTo>
                                    <a:cubicBezTo>
                                      <a:pt x="80" y="24"/>
                                      <a:pt x="70" y="48"/>
                                      <a:pt x="55" y="55"/>
                                    </a:cubicBezTo>
                                    <a:cubicBezTo>
                                      <a:pt x="40" y="62"/>
                                      <a:pt x="13" y="47"/>
                                      <a:pt x="0" y="45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E685E4" id="Freeform 519" o:spid="_x0000_s1026" style="position:absolute;margin-left:348.8pt;margin-top:238.8pt;width:4.5pt;height:3.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" path="m90,c80,24,70,48,55,55,40,62,13,47,,45e" filled="f">
                      <v:path arrowok="t" o:connecttype="custom" o:connectlocs="57150,0;34925,34925;0,28575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4378960</wp:posOffset>
                      </wp:positionH>
                      <wp:positionV relativeFrom="paragraph">
                        <wp:posOffset>2931160</wp:posOffset>
                      </wp:positionV>
                      <wp:extent cx="90170" cy="118110"/>
                      <wp:effectExtent l="12700" t="9525" r="11430" b="5715"/>
                      <wp:wrapNone/>
                      <wp:docPr id="65" name="Freeform 5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118110"/>
                              </a:xfrm>
                              <a:custGeom>
                                <a:avLst/>
                                <a:gdLst>
                                  <a:gd name="T0" fmla="*/ 45 w 142"/>
                                  <a:gd name="T1" fmla="*/ 165 h 186"/>
                                  <a:gd name="T2" fmla="*/ 115 w 142"/>
                                  <a:gd name="T3" fmla="*/ 185 h 186"/>
                                  <a:gd name="T4" fmla="*/ 140 w 142"/>
                                  <a:gd name="T5" fmla="*/ 160 h 186"/>
                                  <a:gd name="T6" fmla="*/ 105 w 142"/>
                                  <a:gd name="T7" fmla="*/ 140 h 186"/>
                                  <a:gd name="T8" fmla="*/ 105 w 142"/>
                                  <a:gd name="T9" fmla="*/ 100 h 186"/>
                                  <a:gd name="T10" fmla="*/ 45 w 142"/>
                                  <a:gd name="T11" fmla="*/ 95 h 186"/>
                                  <a:gd name="T12" fmla="*/ 0 w 142"/>
                                  <a:gd name="T13" fmla="*/ 0 h 18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2" h="186">
                                    <a:moveTo>
                                      <a:pt x="45" y="165"/>
                                    </a:moveTo>
                                    <a:cubicBezTo>
                                      <a:pt x="72" y="175"/>
                                      <a:pt x="99" y="186"/>
                                      <a:pt x="115" y="185"/>
                                    </a:cubicBezTo>
                                    <a:cubicBezTo>
                                      <a:pt x="131" y="184"/>
                                      <a:pt x="142" y="167"/>
                                      <a:pt x="140" y="160"/>
                                    </a:cubicBezTo>
                                    <a:cubicBezTo>
                                      <a:pt x="138" y="153"/>
                                      <a:pt x="111" y="150"/>
                                      <a:pt x="105" y="140"/>
                                    </a:cubicBezTo>
                                    <a:cubicBezTo>
                                      <a:pt x="99" y="130"/>
                                      <a:pt x="115" y="107"/>
                                      <a:pt x="105" y="100"/>
                                    </a:cubicBezTo>
                                    <a:cubicBezTo>
                                      <a:pt x="95" y="93"/>
                                      <a:pt x="62" y="112"/>
                                      <a:pt x="45" y="95"/>
                                    </a:cubicBezTo>
                                    <a:cubicBezTo>
                                      <a:pt x="28" y="78"/>
                                      <a:pt x="14" y="39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8DB639" id="Freeform 520" o:spid="_x0000_s1026" style="position:absolute;margin-left:344.8pt;margin-top:230.8pt;width:7.1pt;height:9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" path="m45,165v27,10,54,21,70,20c131,184,142,167,140,160v-2,-7,-29,-10,-35,-20c99,130,115,107,105,100,95,93,62,112,45,95,28,78,14,39,,e" filled="f">
                      <v:path arrowok="t" o:connecttype="custom" o:connectlocs="28575,104775;73025,117475;88900,101600;66675,88900;66675,63500;28575,60325;0,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4398010</wp:posOffset>
                      </wp:positionH>
                      <wp:positionV relativeFrom="paragraph">
                        <wp:posOffset>2918460</wp:posOffset>
                      </wp:positionV>
                      <wp:extent cx="95250" cy="99695"/>
                      <wp:effectExtent l="12700" t="6350" r="6350" b="8255"/>
                      <wp:wrapNone/>
                      <wp:docPr id="64" name="Freeform 5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5250" cy="99695"/>
                              </a:xfrm>
                              <a:custGeom>
                                <a:avLst/>
                                <a:gdLst>
                                  <a:gd name="T0" fmla="*/ 150 w 150"/>
                                  <a:gd name="T1" fmla="*/ 155 h 157"/>
                                  <a:gd name="T2" fmla="*/ 115 w 150"/>
                                  <a:gd name="T3" fmla="*/ 145 h 157"/>
                                  <a:gd name="T4" fmla="*/ 110 w 150"/>
                                  <a:gd name="T5" fmla="*/ 85 h 157"/>
                                  <a:gd name="T6" fmla="*/ 45 w 150"/>
                                  <a:gd name="T7" fmla="*/ 80 h 157"/>
                                  <a:gd name="T8" fmla="*/ 0 w 150"/>
                                  <a:gd name="T9" fmla="*/ 0 h 1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0" h="157">
                                    <a:moveTo>
                                      <a:pt x="150" y="155"/>
                                    </a:moveTo>
                                    <a:cubicBezTo>
                                      <a:pt x="136" y="156"/>
                                      <a:pt x="122" y="157"/>
                                      <a:pt x="115" y="145"/>
                                    </a:cubicBezTo>
                                    <a:cubicBezTo>
                                      <a:pt x="108" y="133"/>
                                      <a:pt x="122" y="96"/>
                                      <a:pt x="110" y="85"/>
                                    </a:cubicBezTo>
                                    <a:cubicBezTo>
                                      <a:pt x="98" y="74"/>
                                      <a:pt x="63" y="94"/>
                                      <a:pt x="45" y="80"/>
                                    </a:cubicBezTo>
                                    <a:cubicBezTo>
                                      <a:pt x="27" y="66"/>
                                      <a:pt x="13" y="33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B58D6F" id="Freeform 518" o:spid="_x0000_s1026" style="position:absolute;margin-left:346.3pt;margin-top:229.8pt;width:7.5pt;height:7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0,1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" path="m150,155v-14,1,-28,2,-35,-10c108,133,122,96,110,85,98,74,63,94,45,80,27,66,13,33,,e" filled="f">
                      <v:path arrowok="t" o:connecttype="custom" o:connectlocs="95250,98425;73025,92075;69850,53975;28575,50800;0,0" o:connectangles="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4187190</wp:posOffset>
                      </wp:positionH>
                      <wp:positionV relativeFrom="paragraph">
                        <wp:posOffset>2738755</wp:posOffset>
                      </wp:positionV>
                      <wp:extent cx="304800" cy="288290"/>
                      <wp:effectExtent l="20955" t="17145" r="17145" b="18415"/>
                      <wp:wrapNone/>
                      <wp:docPr id="63" name="Freeform 5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4800" cy="288290"/>
                              </a:xfrm>
                              <a:custGeom>
                                <a:avLst/>
                                <a:gdLst>
                                  <a:gd name="T0" fmla="*/ 0 w 480"/>
                                  <a:gd name="T1" fmla="*/ 72 h 454"/>
                                  <a:gd name="T2" fmla="*/ 120 w 480"/>
                                  <a:gd name="T3" fmla="*/ 24 h 454"/>
                                  <a:gd name="T4" fmla="*/ 162 w 480"/>
                                  <a:gd name="T5" fmla="*/ 216 h 454"/>
                                  <a:gd name="T6" fmla="*/ 288 w 480"/>
                                  <a:gd name="T7" fmla="*/ 210 h 454"/>
                                  <a:gd name="T8" fmla="*/ 354 w 480"/>
                                  <a:gd name="T9" fmla="*/ 378 h 454"/>
                                  <a:gd name="T10" fmla="*/ 432 w 480"/>
                                  <a:gd name="T11" fmla="*/ 390 h 454"/>
                                  <a:gd name="T12" fmla="*/ 432 w 480"/>
                                  <a:gd name="T13" fmla="*/ 444 h 454"/>
                                  <a:gd name="T14" fmla="*/ 480 w 480"/>
                                  <a:gd name="T15" fmla="*/ 450 h 45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480" h="454">
                                    <a:moveTo>
                                      <a:pt x="0" y="72"/>
                                    </a:moveTo>
                                    <a:cubicBezTo>
                                      <a:pt x="46" y="36"/>
                                      <a:pt x="93" y="0"/>
                                      <a:pt x="120" y="24"/>
                                    </a:cubicBezTo>
                                    <a:cubicBezTo>
                                      <a:pt x="147" y="48"/>
                                      <a:pt x="134" y="185"/>
                                      <a:pt x="162" y="216"/>
                                    </a:cubicBezTo>
                                    <a:cubicBezTo>
                                      <a:pt x="190" y="247"/>
                                      <a:pt x="256" y="183"/>
                                      <a:pt x="288" y="210"/>
                                    </a:cubicBezTo>
                                    <a:cubicBezTo>
                                      <a:pt x="320" y="237"/>
                                      <a:pt x="330" y="348"/>
                                      <a:pt x="354" y="378"/>
                                    </a:cubicBezTo>
                                    <a:cubicBezTo>
                                      <a:pt x="378" y="408"/>
                                      <a:pt x="419" y="379"/>
                                      <a:pt x="432" y="390"/>
                                    </a:cubicBezTo>
                                    <a:cubicBezTo>
                                      <a:pt x="445" y="401"/>
                                      <a:pt x="424" y="434"/>
                                      <a:pt x="432" y="444"/>
                                    </a:cubicBezTo>
                                    <a:cubicBezTo>
                                      <a:pt x="440" y="454"/>
                                      <a:pt x="460" y="452"/>
                                      <a:pt x="480" y="45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C76D09" id="Freeform 517" o:spid="_x0000_s1026" style="position:absolute;margin-left:329.7pt;margin-top:215.65pt;width:24pt;height:22.7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0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" path="m,72c46,36,93,,120,24v27,24,14,161,42,192c190,247,256,183,288,210v32,27,42,138,66,168c378,408,419,379,432,390v13,11,-8,44,,54c440,454,460,452,480,450e" filled="f" strokecolor="red" strokeweight="2.5pt">
                      <v:path arrowok="t" o:connecttype="custom" o:connectlocs="0,45720;76200,15240;102870,137160;182880,133350;224790,240030;274320,247650;274320,281940;304800,285750" o:connectangles="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4358640</wp:posOffset>
                      </wp:positionH>
                      <wp:positionV relativeFrom="paragraph">
                        <wp:posOffset>3028315</wp:posOffset>
                      </wp:positionV>
                      <wp:extent cx="121920" cy="87630"/>
                      <wp:effectExtent l="11430" t="11430" r="9525" b="15240"/>
                      <wp:wrapNone/>
                      <wp:docPr id="62" name="Freeform 5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1920" cy="87630"/>
                              </a:xfrm>
                              <a:custGeom>
                                <a:avLst/>
                                <a:gdLst>
                                  <a:gd name="T0" fmla="*/ 0 w 192"/>
                                  <a:gd name="T1" fmla="*/ 138 h 138"/>
                                  <a:gd name="T2" fmla="*/ 30 w 192"/>
                                  <a:gd name="T3" fmla="*/ 24 h 138"/>
                                  <a:gd name="T4" fmla="*/ 150 w 192"/>
                                  <a:gd name="T5" fmla="*/ 54 h 138"/>
                                  <a:gd name="T6" fmla="*/ 192 w 192"/>
                                  <a:gd name="T7" fmla="*/ 0 h 1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92" h="138">
                                    <a:moveTo>
                                      <a:pt x="0" y="138"/>
                                    </a:moveTo>
                                    <a:cubicBezTo>
                                      <a:pt x="2" y="88"/>
                                      <a:pt x="5" y="38"/>
                                      <a:pt x="30" y="24"/>
                                    </a:cubicBezTo>
                                    <a:cubicBezTo>
                                      <a:pt x="55" y="10"/>
                                      <a:pt x="123" y="58"/>
                                      <a:pt x="150" y="54"/>
                                    </a:cubicBezTo>
                                    <a:cubicBezTo>
                                      <a:pt x="177" y="50"/>
                                      <a:pt x="184" y="25"/>
                                      <a:pt x="192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2870E" id="Freeform 516" o:spid="_x0000_s1026" style="position:absolute;margin-left:343.2pt;margin-top:238.45pt;width:9.6pt;height:6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2,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" path="m,138c2,88,5,38,30,24,55,10,123,58,150,54,177,50,184,25,192,e" filled="f" strokecolor="red" strokeweight="1.5pt">
                      <v:path arrowok="t" o:connecttype="custom" o:connectlocs="0,87630;19050,15240;95250,34290;121920,0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4307840</wp:posOffset>
                      </wp:positionH>
                      <wp:positionV relativeFrom="paragraph">
                        <wp:posOffset>3111500</wp:posOffset>
                      </wp:positionV>
                      <wp:extent cx="70485" cy="70485"/>
                      <wp:effectExtent l="8255" t="8890" r="6985" b="6350"/>
                      <wp:wrapNone/>
                      <wp:docPr id="61" name="AutoShape 5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" cy="7048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381BF4" id="AutoShape 515" o:spid="_x0000_s1026" type="#_x0000_t123" style="position:absolute;margin-left:339.2pt;margin-top:245pt;width:5.55pt;height:5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4476750</wp:posOffset>
                      </wp:positionH>
                      <wp:positionV relativeFrom="paragraph">
                        <wp:posOffset>3024505</wp:posOffset>
                      </wp:positionV>
                      <wp:extent cx="57150" cy="1196340"/>
                      <wp:effectExtent l="24765" t="17145" r="22860" b="24765"/>
                      <wp:wrapNone/>
                      <wp:docPr id="60" name="Freeform 5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7150" cy="1196340"/>
                              </a:xfrm>
                              <a:custGeom>
                                <a:avLst/>
                                <a:gdLst>
                                  <a:gd name="T0" fmla="*/ 36 w 90"/>
                                  <a:gd name="T1" fmla="*/ 0 h 1884"/>
                                  <a:gd name="T2" fmla="*/ 84 w 90"/>
                                  <a:gd name="T3" fmla="*/ 696 h 1884"/>
                                  <a:gd name="T4" fmla="*/ 0 w 90"/>
                                  <a:gd name="T5" fmla="*/ 1884 h 188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0" h="1884">
                                    <a:moveTo>
                                      <a:pt x="36" y="0"/>
                                    </a:moveTo>
                                    <a:cubicBezTo>
                                      <a:pt x="63" y="191"/>
                                      <a:pt x="90" y="382"/>
                                      <a:pt x="84" y="696"/>
                                    </a:cubicBezTo>
                                    <a:cubicBezTo>
                                      <a:pt x="78" y="1010"/>
                                      <a:pt x="39" y="1447"/>
                                      <a:pt x="0" y="1884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18EC7C" id="Freeform 513" o:spid="_x0000_s1026" style="position:absolute;margin-left:352.5pt;margin-top:238.15pt;width:4.5pt;height:94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0,1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" path="m36,c63,191,90,382,84,696,78,1010,39,1447,,1884e" filled="f" strokecolor="red" strokeweight="2.5pt">
                      <v:path arrowok="t" o:connecttype="custom" o:connectlocs="22860,0;53340,441960;0,1196340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4354195</wp:posOffset>
                      </wp:positionH>
                      <wp:positionV relativeFrom="paragraph">
                        <wp:posOffset>1953260</wp:posOffset>
                      </wp:positionV>
                      <wp:extent cx="145415" cy="1067435"/>
                      <wp:effectExtent l="16510" t="22225" r="19050" b="15240"/>
                      <wp:wrapNone/>
                      <wp:docPr id="59" name="Freeform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45415" cy="1067435"/>
                              </a:xfrm>
                              <a:custGeom>
                                <a:avLst/>
                                <a:gdLst>
                                  <a:gd name="T0" fmla="*/ 223 w 229"/>
                                  <a:gd name="T1" fmla="*/ 79 h 1681"/>
                                  <a:gd name="T2" fmla="*/ 61 w 229"/>
                                  <a:gd name="T3" fmla="*/ 37 h 1681"/>
                                  <a:gd name="T4" fmla="*/ 1 w 229"/>
                                  <a:gd name="T5" fmla="*/ 301 h 1681"/>
                                  <a:gd name="T6" fmla="*/ 67 w 229"/>
                                  <a:gd name="T7" fmla="*/ 697 h 1681"/>
                                  <a:gd name="T8" fmla="*/ 175 w 229"/>
                                  <a:gd name="T9" fmla="*/ 1195 h 1681"/>
                                  <a:gd name="T10" fmla="*/ 229 w 229"/>
                                  <a:gd name="T11" fmla="*/ 1681 h 168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229" h="1681">
                                    <a:moveTo>
                                      <a:pt x="223" y="79"/>
                                    </a:moveTo>
                                    <a:cubicBezTo>
                                      <a:pt x="160" y="39"/>
                                      <a:pt x="98" y="0"/>
                                      <a:pt x="61" y="37"/>
                                    </a:cubicBezTo>
                                    <a:cubicBezTo>
                                      <a:pt x="24" y="74"/>
                                      <a:pt x="0" y="191"/>
                                      <a:pt x="1" y="301"/>
                                    </a:cubicBezTo>
                                    <a:cubicBezTo>
                                      <a:pt x="2" y="411"/>
                                      <a:pt x="38" y="548"/>
                                      <a:pt x="67" y="697"/>
                                    </a:cubicBezTo>
                                    <a:cubicBezTo>
                                      <a:pt x="96" y="846"/>
                                      <a:pt x="148" y="1031"/>
                                      <a:pt x="175" y="1195"/>
                                    </a:cubicBezTo>
                                    <a:cubicBezTo>
                                      <a:pt x="202" y="1359"/>
                                      <a:pt x="215" y="1520"/>
                                      <a:pt x="229" y="1681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5412B" id="Freeform 512" o:spid="_x0000_s1026" style="position:absolute;margin-left:342.85pt;margin-top:153.8pt;width:11.45pt;height:84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29,1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" path="m223,79c160,39,98,,61,37,24,74,,191,1,301,2,411,38,548,67,697v29,149,81,334,108,498c202,1359,215,1520,229,1681e" filled="f" strokeweight="2.25pt">
                      <v:path arrowok="t" o:connecttype="custom" o:connectlocs="141605,50165;38735,23495;635,191135;42545,442595;111125,758825;145415,1067435" o:connectangles="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1867535</wp:posOffset>
                      </wp:positionH>
                      <wp:positionV relativeFrom="paragraph">
                        <wp:posOffset>327025</wp:posOffset>
                      </wp:positionV>
                      <wp:extent cx="406400" cy="967740"/>
                      <wp:effectExtent l="15875" t="15240" r="15875" b="17145"/>
                      <wp:wrapNone/>
                      <wp:docPr id="58" name="Freeform 5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06400" cy="967740"/>
                              </a:xfrm>
                              <a:custGeom>
                                <a:avLst/>
                                <a:gdLst>
                                  <a:gd name="T0" fmla="*/ 567 w 640"/>
                                  <a:gd name="T1" fmla="*/ 0 h 1524"/>
                                  <a:gd name="T2" fmla="*/ 632 w 640"/>
                                  <a:gd name="T3" fmla="*/ 323 h 1524"/>
                                  <a:gd name="T4" fmla="*/ 535 w 640"/>
                                  <a:gd name="T5" fmla="*/ 785 h 1524"/>
                                  <a:gd name="T6" fmla="*/ 0 w 640"/>
                                  <a:gd name="T7" fmla="*/ 1524 h 152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40" h="1524">
                                    <a:moveTo>
                                      <a:pt x="567" y="0"/>
                                    </a:moveTo>
                                    <a:cubicBezTo>
                                      <a:pt x="602" y="96"/>
                                      <a:pt x="637" y="192"/>
                                      <a:pt x="632" y="323"/>
                                    </a:cubicBezTo>
                                    <a:cubicBezTo>
                                      <a:pt x="627" y="454"/>
                                      <a:pt x="640" y="585"/>
                                      <a:pt x="535" y="785"/>
                                    </a:cubicBezTo>
                                    <a:cubicBezTo>
                                      <a:pt x="430" y="985"/>
                                      <a:pt x="111" y="1370"/>
                                      <a:pt x="0" y="1524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4D5307" id="Freeform 500" o:spid="_x0000_s1026" style="position:absolute;margin-left:147.05pt;margin-top:25.75pt;width:32pt;height:7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40,15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" path="m567,v35,96,70,192,65,323c627,454,640,585,535,785,430,985,111,1370,,1524e" filled="f" strokecolor="red" strokeweight="1.5pt">
                      <v:path arrowok="t" o:connecttype="custom" o:connectlocs="360045,0;401320,205105;339725,498475;0,967740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1811020</wp:posOffset>
                      </wp:positionH>
                      <wp:positionV relativeFrom="paragraph">
                        <wp:posOffset>2785745</wp:posOffset>
                      </wp:positionV>
                      <wp:extent cx="260985" cy="1079500"/>
                      <wp:effectExtent l="16510" t="16510" r="17780" b="18415"/>
                      <wp:wrapNone/>
                      <wp:docPr id="57" name="Freeform 5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60985" cy="1079500"/>
                              </a:xfrm>
                              <a:custGeom>
                                <a:avLst/>
                                <a:gdLst>
                                  <a:gd name="T0" fmla="*/ 61 w 411"/>
                                  <a:gd name="T1" fmla="*/ 0 h 1700"/>
                                  <a:gd name="T2" fmla="*/ 2 w 411"/>
                                  <a:gd name="T3" fmla="*/ 87 h 1700"/>
                                  <a:gd name="T4" fmla="*/ 71 w 411"/>
                                  <a:gd name="T5" fmla="*/ 283 h 1700"/>
                                  <a:gd name="T6" fmla="*/ 75 w 411"/>
                                  <a:gd name="T7" fmla="*/ 392 h 1700"/>
                                  <a:gd name="T8" fmla="*/ 75 w 411"/>
                                  <a:gd name="T9" fmla="*/ 532 h 1700"/>
                                  <a:gd name="T10" fmla="*/ 206 w 411"/>
                                  <a:gd name="T11" fmla="*/ 723 h 1700"/>
                                  <a:gd name="T12" fmla="*/ 270 w 411"/>
                                  <a:gd name="T13" fmla="*/ 878 h 1700"/>
                                  <a:gd name="T14" fmla="*/ 275 w 411"/>
                                  <a:gd name="T15" fmla="*/ 1087 h 1700"/>
                                  <a:gd name="T16" fmla="*/ 355 w 411"/>
                                  <a:gd name="T17" fmla="*/ 1280 h 1700"/>
                                  <a:gd name="T18" fmla="*/ 345 w 411"/>
                                  <a:gd name="T19" fmla="*/ 1424 h 1700"/>
                                  <a:gd name="T20" fmla="*/ 409 w 411"/>
                                  <a:gd name="T21" fmla="*/ 1606 h 1700"/>
                                  <a:gd name="T22" fmla="*/ 334 w 411"/>
                                  <a:gd name="T23" fmla="*/ 1700 h 1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411" h="1700">
                                    <a:moveTo>
                                      <a:pt x="61" y="0"/>
                                    </a:moveTo>
                                    <a:cubicBezTo>
                                      <a:pt x="51" y="14"/>
                                      <a:pt x="0" y="40"/>
                                      <a:pt x="2" y="87"/>
                                    </a:cubicBezTo>
                                    <a:cubicBezTo>
                                      <a:pt x="4" y="134"/>
                                      <a:pt x="59" y="232"/>
                                      <a:pt x="71" y="283"/>
                                    </a:cubicBezTo>
                                    <a:cubicBezTo>
                                      <a:pt x="83" y="334"/>
                                      <a:pt x="74" y="351"/>
                                      <a:pt x="75" y="392"/>
                                    </a:cubicBezTo>
                                    <a:cubicBezTo>
                                      <a:pt x="76" y="433"/>
                                      <a:pt x="53" y="477"/>
                                      <a:pt x="75" y="532"/>
                                    </a:cubicBezTo>
                                    <a:cubicBezTo>
                                      <a:pt x="97" y="587"/>
                                      <a:pt x="174" y="665"/>
                                      <a:pt x="206" y="723"/>
                                    </a:cubicBezTo>
                                    <a:cubicBezTo>
                                      <a:pt x="238" y="781"/>
                                      <a:pt x="258" y="817"/>
                                      <a:pt x="270" y="878"/>
                                    </a:cubicBezTo>
                                    <a:cubicBezTo>
                                      <a:pt x="282" y="939"/>
                                      <a:pt x="261" y="1020"/>
                                      <a:pt x="275" y="1087"/>
                                    </a:cubicBezTo>
                                    <a:cubicBezTo>
                                      <a:pt x="289" y="1154"/>
                                      <a:pt x="343" y="1224"/>
                                      <a:pt x="355" y="1280"/>
                                    </a:cubicBezTo>
                                    <a:cubicBezTo>
                                      <a:pt x="367" y="1336"/>
                                      <a:pt x="336" y="1370"/>
                                      <a:pt x="345" y="1424"/>
                                    </a:cubicBezTo>
                                    <a:cubicBezTo>
                                      <a:pt x="354" y="1478"/>
                                      <a:pt x="411" y="1560"/>
                                      <a:pt x="409" y="1606"/>
                                    </a:cubicBezTo>
                                    <a:cubicBezTo>
                                      <a:pt x="407" y="1652"/>
                                      <a:pt x="350" y="1681"/>
                                      <a:pt x="334" y="170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587FFA" id="Freeform 508" o:spid="_x0000_s1026" style="position:absolute;margin-left:142.6pt;margin-top:219.35pt;width:20.55pt;height: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1,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" path="m61,c51,14,,40,2,87v2,47,57,145,69,196c83,334,74,351,75,392v1,41,-22,85,,140c97,587,174,665,206,723v32,58,52,94,64,155c282,939,261,1020,275,1087v14,67,68,137,80,193c367,1336,336,1370,345,1424v9,54,66,136,64,182c407,1652,350,1681,334,1700e" filled="f" strokecolor="red" strokeweight="1.5pt">
                      <v:path arrowok="t" o:connecttype="custom" o:connectlocs="38735,0;1270,55245;45085,179705;47625,248920;47625,337820;130810,459105;171450,557530;174625,690245;225425,812800;219075,904240;259715,1019810;212090,1079500" o:connectangles="0,0,0,0,0,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1836420</wp:posOffset>
                      </wp:positionH>
                      <wp:positionV relativeFrom="paragraph">
                        <wp:posOffset>3176905</wp:posOffset>
                      </wp:positionV>
                      <wp:extent cx="98425" cy="44450"/>
                      <wp:effectExtent l="13335" t="17145" r="12065" b="14605"/>
                      <wp:wrapNone/>
                      <wp:docPr id="56" name="Freeform 5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8425" cy="44450"/>
                              </a:xfrm>
                              <a:custGeom>
                                <a:avLst/>
                                <a:gdLst>
                                  <a:gd name="T0" fmla="*/ 0 w 155"/>
                                  <a:gd name="T1" fmla="*/ 38 h 70"/>
                                  <a:gd name="T2" fmla="*/ 80 w 155"/>
                                  <a:gd name="T3" fmla="*/ 5 h 70"/>
                                  <a:gd name="T4" fmla="*/ 155 w 155"/>
                                  <a:gd name="T5" fmla="*/ 70 h 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55" h="70">
                                    <a:moveTo>
                                      <a:pt x="0" y="38"/>
                                    </a:moveTo>
                                    <a:cubicBezTo>
                                      <a:pt x="27" y="19"/>
                                      <a:pt x="54" y="0"/>
                                      <a:pt x="80" y="5"/>
                                    </a:cubicBezTo>
                                    <a:cubicBezTo>
                                      <a:pt x="106" y="10"/>
                                      <a:pt x="130" y="40"/>
                                      <a:pt x="155" y="7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9E6FFC" id="Freeform 509" o:spid="_x0000_s1026" style="position:absolute;margin-left:144.6pt;margin-top:250.15pt;width:7.75pt;height: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5,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" path="m,38c27,19,54,,80,5v26,5,50,35,75,65e" filled="f" strokecolor="red" strokeweight="1.5pt">
                      <v:path arrowok="t" o:connecttype="custom" o:connectlocs="0,24130;50800,3175;98425,44450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1666240</wp:posOffset>
                      </wp:positionH>
                      <wp:positionV relativeFrom="paragraph">
                        <wp:posOffset>2604135</wp:posOffset>
                      </wp:positionV>
                      <wp:extent cx="285750" cy="202565"/>
                      <wp:effectExtent l="14605" t="15875" r="13970" b="10160"/>
                      <wp:wrapNone/>
                      <wp:docPr id="55" name="Freeform 5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85750" cy="202565"/>
                              </a:xfrm>
                              <a:custGeom>
                                <a:avLst/>
                                <a:gdLst>
                                  <a:gd name="T0" fmla="*/ 0 w 450"/>
                                  <a:gd name="T1" fmla="*/ 78 h 319"/>
                                  <a:gd name="T2" fmla="*/ 86 w 450"/>
                                  <a:gd name="T3" fmla="*/ 19 h 319"/>
                                  <a:gd name="T4" fmla="*/ 139 w 450"/>
                                  <a:gd name="T5" fmla="*/ 190 h 319"/>
                                  <a:gd name="T6" fmla="*/ 257 w 450"/>
                                  <a:gd name="T7" fmla="*/ 94 h 319"/>
                                  <a:gd name="T8" fmla="*/ 294 w 450"/>
                                  <a:gd name="T9" fmla="*/ 286 h 319"/>
                                  <a:gd name="T10" fmla="*/ 364 w 450"/>
                                  <a:gd name="T11" fmla="*/ 185 h 319"/>
                                  <a:gd name="T12" fmla="*/ 450 w 450"/>
                                  <a:gd name="T13" fmla="*/ 319 h 31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450" h="319">
                                    <a:moveTo>
                                      <a:pt x="0" y="78"/>
                                    </a:moveTo>
                                    <a:cubicBezTo>
                                      <a:pt x="31" y="39"/>
                                      <a:pt x="63" y="0"/>
                                      <a:pt x="86" y="19"/>
                                    </a:cubicBezTo>
                                    <a:cubicBezTo>
                                      <a:pt x="109" y="38"/>
                                      <a:pt x="111" y="178"/>
                                      <a:pt x="139" y="190"/>
                                    </a:cubicBezTo>
                                    <a:cubicBezTo>
                                      <a:pt x="167" y="202"/>
                                      <a:pt x="231" y="78"/>
                                      <a:pt x="257" y="94"/>
                                    </a:cubicBezTo>
                                    <a:cubicBezTo>
                                      <a:pt x="283" y="110"/>
                                      <a:pt x="276" y="271"/>
                                      <a:pt x="294" y="286"/>
                                    </a:cubicBezTo>
                                    <a:cubicBezTo>
                                      <a:pt x="312" y="301"/>
                                      <a:pt x="338" y="180"/>
                                      <a:pt x="364" y="185"/>
                                    </a:cubicBezTo>
                                    <a:cubicBezTo>
                                      <a:pt x="390" y="190"/>
                                      <a:pt x="420" y="254"/>
                                      <a:pt x="450" y="31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414A3C" id="Freeform 507" o:spid="_x0000_s1026" style="position:absolute;margin-left:131.2pt;margin-top:205.05pt;width:22.5pt;height:15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50,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" path="m,78c31,39,63,,86,19v23,19,25,159,53,171c167,202,231,78,257,94v26,16,19,177,37,192c312,301,338,180,364,185v26,5,56,69,86,134e" filled="f" strokecolor="red" strokeweight="1.5pt">
                      <v:path arrowok="t" o:connecttype="custom" o:connectlocs="0,49530;54610,12065;88265,120650;163195,59690;186690,181610;231140,117475;285750,202565" o:connectangles="0,0,0,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1995805</wp:posOffset>
                      </wp:positionH>
                      <wp:positionV relativeFrom="paragraph">
                        <wp:posOffset>3863340</wp:posOffset>
                      </wp:positionV>
                      <wp:extent cx="59690" cy="350520"/>
                      <wp:effectExtent l="10795" t="17780" r="15240" b="12700"/>
                      <wp:wrapNone/>
                      <wp:docPr id="54" name="Freeform 5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690" cy="350520"/>
                              </a:xfrm>
                              <a:custGeom>
                                <a:avLst/>
                                <a:gdLst>
                                  <a:gd name="T0" fmla="*/ 48 w 94"/>
                                  <a:gd name="T1" fmla="*/ 0 h 552"/>
                                  <a:gd name="T2" fmla="*/ 86 w 94"/>
                                  <a:gd name="T3" fmla="*/ 316 h 552"/>
                                  <a:gd name="T4" fmla="*/ 0 w 94"/>
                                  <a:gd name="T5" fmla="*/ 552 h 55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94" h="552">
                                    <a:moveTo>
                                      <a:pt x="48" y="0"/>
                                    </a:moveTo>
                                    <a:cubicBezTo>
                                      <a:pt x="71" y="112"/>
                                      <a:pt x="94" y="224"/>
                                      <a:pt x="86" y="316"/>
                                    </a:cubicBezTo>
                                    <a:cubicBezTo>
                                      <a:pt x="78" y="408"/>
                                      <a:pt x="39" y="480"/>
                                      <a:pt x="0" y="552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043D1" id="Freeform 506" o:spid="_x0000_s1026" style="position:absolute;margin-left:157.15pt;margin-top:304.2pt;width:4.7pt;height:27.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,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" path="m48,c71,112,94,224,86,316,78,408,39,480,,552e" filled="f" strokecolor="red" strokeweight="1.5pt">
                      <v:path arrowok="t" o:connecttype="custom" o:connectlocs="30480,0;54610,200660;0,350520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1838960</wp:posOffset>
                      </wp:positionH>
                      <wp:positionV relativeFrom="paragraph">
                        <wp:posOffset>3206750</wp:posOffset>
                      </wp:positionV>
                      <wp:extent cx="184150" cy="655320"/>
                      <wp:effectExtent l="6350" t="8890" r="9525" b="12065"/>
                      <wp:wrapNone/>
                      <wp:docPr id="53" name="Freeform 5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84150" cy="655320"/>
                              </a:xfrm>
                              <a:custGeom>
                                <a:avLst/>
                                <a:gdLst>
                                  <a:gd name="T0" fmla="*/ 0 w 290"/>
                                  <a:gd name="T1" fmla="*/ 0 h 1032"/>
                                  <a:gd name="T2" fmla="*/ 150 w 290"/>
                                  <a:gd name="T3" fmla="*/ 537 h 1032"/>
                                  <a:gd name="T4" fmla="*/ 290 w 290"/>
                                  <a:gd name="T5" fmla="*/ 1032 h 10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90" h="1032">
                                    <a:moveTo>
                                      <a:pt x="0" y="0"/>
                                    </a:moveTo>
                                    <a:cubicBezTo>
                                      <a:pt x="51" y="182"/>
                                      <a:pt x="102" y="365"/>
                                      <a:pt x="150" y="537"/>
                                    </a:cubicBezTo>
                                    <a:cubicBezTo>
                                      <a:pt x="198" y="709"/>
                                      <a:pt x="244" y="870"/>
                                      <a:pt x="290" y="1032"/>
                                    </a:cubicBezTo>
                                  </a:path>
                                </a:pathLst>
                              </a:cu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5A4D2" id="Freeform 505" o:spid="_x0000_s1026" style="position:absolute;margin-left:144.8pt;margin-top:252.5pt;width:14.5pt;height:51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90,10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" path="m,c51,182,102,365,150,537v48,172,94,333,140,495e" filled="f" strokeweight="1pt">
                      <v:path arrowok="t" o:connecttype="custom" o:connectlocs="0,0;95250,340995;184150,655320" o:connectangles="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1536700</wp:posOffset>
                      </wp:positionH>
                      <wp:positionV relativeFrom="paragraph">
                        <wp:posOffset>2224405</wp:posOffset>
                      </wp:positionV>
                      <wp:extent cx="302260" cy="982345"/>
                      <wp:effectExtent l="18415" t="17145" r="12700" b="10160"/>
                      <wp:wrapNone/>
                      <wp:docPr id="52" name="Freeform 5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02260" cy="982345"/>
                              </a:xfrm>
                              <a:custGeom>
                                <a:avLst/>
                                <a:gdLst>
                                  <a:gd name="T0" fmla="*/ 3 w 476"/>
                                  <a:gd name="T1" fmla="*/ 0 h 1547"/>
                                  <a:gd name="T2" fmla="*/ 46 w 476"/>
                                  <a:gd name="T3" fmla="*/ 354 h 1547"/>
                                  <a:gd name="T4" fmla="*/ 282 w 476"/>
                                  <a:gd name="T5" fmla="*/ 881 h 1547"/>
                                  <a:gd name="T6" fmla="*/ 476 w 476"/>
                                  <a:gd name="T7" fmla="*/ 1547 h 154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476" h="1547">
                                    <a:moveTo>
                                      <a:pt x="3" y="0"/>
                                    </a:moveTo>
                                    <a:cubicBezTo>
                                      <a:pt x="1" y="103"/>
                                      <a:pt x="0" y="207"/>
                                      <a:pt x="46" y="354"/>
                                    </a:cubicBezTo>
                                    <a:cubicBezTo>
                                      <a:pt x="92" y="501"/>
                                      <a:pt x="210" y="682"/>
                                      <a:pt x="282" y="881"/>
                                    </a:cubicBezTo>
                                    <a:cubicBezTo>
                                      <a:pt x="354" y="1080"/>
                                      <a:pt x="415" y="1313"/>
                                      <a:pt x="476" y="1547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0C1DF3" id="Freeform 504" o:spid="_x0000_s1026" style="position:absolute;margin-left:121pt;margin-top:175.15pt;width:23.8pt;height:77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6,15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" path="m3,c1,103,,207,46,354,92,501,210,682,282,881v72,199,133,432,194,666e" filled="f" strokecolor="red" strokeweight="1.5pt">
                      <v:path arrowok="t" o:connecttype="custom" o:connectlocs="1905,0;29210,224790;179070,559435;302260,982345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1538605</wp:posOffset>
                      </wp:positionH>
                      <wp:positionV relativeFrom="paragraph">
                        <wp:posOffset>1282700</wp:posOffset>
                      </wp:positionV>
                      <wp:extent cx="340995" cy="934720"/>
                      <wp:effectExtent l="10795" t="18415" r="10160" b="18415"/>
                      <wp:wrapNone/>
                      <wp:docPr id="51" name="Freeform 5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40995" cy="934720"/>
                              </a:xfrm>
                              <a:custGeom>
                                <a:avLst/>
                                <a:gdLst>
                                  <a:gd name="T0" fmla="*/ 537 w 537"/>
                                  <a:gd name="T1" fmla="*/ 0 h 1472"/>
                                  <a:gd name="T2" fmla="*/ 258 w 537"/>
                                  <a:gd name="T3" fmla="*/ 537 h 1472"/>
                                  <a:gd name="T4" fmla="*/ 54 w 537"/>
                                  <a:gd name="T5" fmla="*/ 1171 h 1472"/>
                                  <a:gd name="T6" fmla="*/ 0 w 537"/>
                                  <a:gd name="T7" fmla="*/ 1472 h 14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537" h="1472">
                                    <a:moveTo>
                                      <a:pt x="537" y="0"/>
                                    </a:moveTo>
                                    <a:cubicBezTo>
                                      <a:pt x="438" y="171"/>
                                      <a:pt x="339" y="342"/>
                                      <a:pt x="258" y="537"/>
                                    </a:cubicBezTo>
                                    <a:cubicBezTo>
                                      <a:pt x="177" y="732"/>
                                      <a:pt x="97" y="1015"/>
                                      <a:pt x="54" y="1171"/>
                                    </a:cubicBezTo>
                                    <a:cubicBezTo>
                                      <a:pt x="11" y="1327"/>
                                      <a:pt x="5" y="1399"/>
                                      <a:pt x="0" y="1472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BA39B4" id="Freeform 503" o:spid="_x0000_s1026" style="position:absolute;margin-left:121.15pt;margin-top:101pt;width:26.85pt;height:73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37,14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" path="m537,c438,171,339,342,258,537,177,732,97,1015,54,1171,11,1327,5,1399,,1472e" filled="f" strokecolor="navy" strokeweight="1.5pt">
                      <v:path arrowok="t" o:connecttype="custom" o:connectlocs="340995,0;163830,340995;34290,743585;0,934720" o:connectangles="0,0,0,0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1743075</wp:posOffset>
                      </wp:positionH>
                      <wp:positionV relativeFrom="paragraph">
                        <wp:posOffset>1125220</wp:posOffset>
                      </wp:positionV>
                      <wp:extent cx="136525" cy="177800"/>
                      <wp:effectExtent l="15240" t="13335" r="10160" b="18415"/>
                      <wp:wrapNone/>
                      <wp:docPr id="50" name="Freeform 5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6525" cy="177800"/>
                              </a:xfrm>
                              <a:custGeom>
                                <a:avLst/>
                                <a:gdLst>
                                  <a:gd name="T0" fmla="*/ 0 w 215"/>
                                  <a:gd name="T1" fmla="*/ 0 h 280"/>
                                  <a:gd name="T2" fmla="*/ 76 w 215"/>
                                  <a:gd name="T3" fmla="*/ 162 h 280"/>
                                  <a:gd name="T4" fmla="*/ 215 w 215"/>
                                  <a:gd name="T5" fmla="*/ 280 h 2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215" h="280">
                                    <a:moveTo>
                                      <a:pt x="0" y="0"/>
                                    </a:moveTo>
                                    <a:cubicBezTo>
                                      <a:pt x="20" y="57"/>
                                      <a:pt x="40" y="115"/>
                                      <a:pt x="76" y="162"/>
                                    </a:cubicBezTo>
                                    <a:cubicBezTo>
                                      <a:pt x="112" y="209"/>
                                      <a:pt x="163" y="244"/>
                                      <a:pt x="215" y="28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C69D18" id="Freeform 502" o:spid="_x0000_s1026" style="position:absolute;margin-left:137.25pt;margin-top:88.6pt;width:10.75pt;height:1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5,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" path="m,c20,57,40,115,76,162v36,47,87,82,139,118e" filled="f" strokecolor="navy" strokeweight="1.5pt">
                      <v:path arrowok="t" o:connecttype="custom" o:connectlocs="0,0;48260,102870;136525,177800" o:connectangles="0,0,0"/>
                    </v:shape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840105</wp:posOffset>
                      </wp:positionH>
                      <wp:positionV relativeFrom="paragraph">
                        <wp:posOffset>63500</wp:posOffset>
                      </wp:positionV>
                      <wp:extent cx="1807845" cy="4911725"/>
                      <wp:effectExtent l="7620" t="8890" r="13335" b="13335"/>
                      <wp:wrapNone/>
                      <wp:docPr id="32" name="Group 4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2457" y="3389"/>
                                <a:chExt cx="2847" cy="7735"/>
                              </a:xfrm>
                            </wpg:grpSpPr>
                            <wps:wsp>
                              <wps:cNvPr id="33" name="Freeform 46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240" y="9640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46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83" y="4666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46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16" y="6608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46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445" y="7360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46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171" y="7104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469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71" y="4292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47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306" y="3556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47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570" y="3485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47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44" y="4215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47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524" y="6250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47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814" y="6752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47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955" y="3608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47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098" y="3454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47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90" y="10800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47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13" y="10239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47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354" y="10931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48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2457" y="3389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463C3C" id="Group 463" o:spid="_x0000_s1026" style="position:absolute;margin-left:66.15pt;margin-top:5pt;width:142.35pt;height:386.75pt;z-index:251657216" coordorigin="2457,3389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">
                      <v:shape id="Freeform 464" o:spid="_x0000_s1027" style="position:absolute;left:4240;top:9640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465" o:spid="_x0000_s1028" style="position:absolute;left:4883;top:4666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466" o:spid="_x0000_s1029" style="position:absolute;left:3516;top:6608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467" o:spid="_x0000_s1030" style="position:absolute;left:3445;top:7360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468" o:spid="_x0000_s1031" style="position:absolute;left:3171;top:7104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Tq5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Hicwu1L/AFy8QcAAP//AwBQSwECLQAUAAYACAAAACEA2+H2y+4AAACFAQAAEwAAAAAAAAAA&#10;AAAAAAAAAAAAW0NvbnRlbnRfVHlwZXNdLnhtbFBLAQItABQABgAIAAAAIQBa9CxbvwAAABUBAAAL&#10;AAAAAAAAAAAAAAAAAB8BAABfcmVscy8ucmVsc1BLAQItABQABgAIAAAAIQBXtTq5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469" o:spid="_x0000_s1032" style="position:absolute;left:3371;top:4292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470" o:spid="_x0000_s1033" style="position:absolute;left:4306;top:3556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471" o:spid="_x0000_s1034" style="position:absolute;left:3570;top:3485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472" o:spid="_x0000_s1035" style="position:absolute;left:4844;top:4215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473" o:spid="_x0000_s1036" style="position:absolute;left:2524;top:6250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474" o:spid="_x0000_s1037" style="position:absolute;left:2814;top:6752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475" o:spid="_x0000_s1038" style="position:absolute;left:3955;top:3608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476" o:spid="_x0000_s1039" style="position:absolute;left:3098;top:3454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477" o:spid="_x0000_s1040" style="position:absolute;left:3390;top:10800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478" o:spid="_x0000_s1041" style="position:absolute;left:4113;top:10239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479" o:spid="_x0000_s1042" style="position:absolute;left:3354;top:10931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480" o:spid="_x0000_s1043" style="position:absolute;left:2457;top:3389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4041140</wp:posOffset>
                      </wp:positionH>
                      <wp:positionV relativeFrom="paragraph">
                        <wp:posOffset>45085</wp:posOffset>
                      </wp:positionV>
                      <wp:extent cx="1080135" cy="4745355"/>
                      <wp:effectExtent l="8255" t="9525" r="6985" b="7620"/>
                      <wp:wrapNone/>
                      <wp:docPr id="19" name="Group 4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1" name="Freeform 48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4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4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4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4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4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4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4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4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4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4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01FB3A" id="Group 481" o:spid="_x0000_s1026" style="position:absolute;margin-left:318.2pt;margin-top:3.55pt;width:85.05pt;height:373.65pt;flip:x;z-index:25165824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69k6xgAAOG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">
                      <v:shape id="Freeform 482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483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484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485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486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487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488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489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490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491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492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493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2A6E8C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78" name="Line 4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4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08E624" id="Group 447" o:spid="_x0000_s1026" style="position:absolute;margin-left:68.7pt;margin-top:1.4pt;width:15.35pt;height:6.85pt;z-index:25165312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">
                      <v:line id="Line 448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449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2A6E8C" w:rsidP="0058727F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9525" t="10160" r="5080" b="7620"/>
                      <wp:wrapNone/>
                      <wp:docPr id="11" name="Group 4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1" name="Line 4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2" name="Line 4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Freeform 4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4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601DF6" id="Group 454" o:spid="_x0000_s1026" style="position:absolute;margin-left:212.6pt;margin-top:1.4pt;width:15.35pt;height:6.85pt;z-index:25165516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">
                      <v:line id="Line 455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456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457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458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2545" t="8890" r="38735" b="10160"/>
                      <wp:wrapNone/>
                      <wp:docPr id="7" name="Group 4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6" name="Line 4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4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4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695332" id="Group 450" o:spid="_x0000_s1026" style="position:absolute;margin-left:158.2pt;margin-top:1.3pt;width:15.35pt;height:6.75pt;z-index:25165414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B4P7mV5AIAAMQKAAAOAAAAAAAA&#10;AAAAAAAAAC4CAABkcnMvZTJvRG9jLnhtbFBLAQItABQABgAIAAAAIQDO++Qn3wAAAAgBAAAPAAAA&#10;AAAAAAAAAAAAAD4FAABkcnMvZG93bnJldi54bWxQSwUGAAAAAAQABADzAAAASgYAAAAA&#10;">
                      <v:line id="Line 451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452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453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6" name="Line 4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086712" id="Line 446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lb2Wb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58727F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10795" t="8255" r="13335" b="6985"/>
                      <wp:wrapNone/>
                      <wp:docPr id="2" name="Group 4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91" name="Freeform 4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2" name="Line 46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3" name="Line 46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69B169" id="Group 459" o:spid="_x0000_s1026" style="position:absolute;margin-left:309.45pt;margin-top:1.25pt;width:15.35pt;height:7.05pt;z-index:25165619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">
                      <v:shape id="Freeform 460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461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462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64185E" w:rsidRPr="0058727F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Pr="0058727F" w:rsidRDefault="002A6E8C" w:rsidP="002A6E8C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Popliteal vein. No DVT.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A6E8C" w:rsidRDefault="002A6E8C" w:rsidP="002A6E8C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Segmental LSV incompetence. The LSV is chronically occluded in the mid-distal calf, refilling distally. </w:t>
            </w:r>
          </w:p>
          <w:p w:rsidR="0064185E" w:rsidRPr="0058727F" w:rsidRDefault="002A6E8C" w:rsidP="002A6E8C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There is occlusive thrombus seen in the proximal SSV from the level of insertion into the popliteal vein. This does not extend into the popliteal vein. There is also non-occlusive phlebitis at the confluence between the SSV and both the VV and the medial calf perforator. The mid-distal SSV is patent and incompetent. </w:t>
            </w: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Default="002A6E8C" w:rsidP="0058727F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Competent SFV-LSV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thigh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, measuring 2.3mm in diameter. </w:t>
            </w:r>
          </w:p>
          <w:p w:rsidR="002A6E8C" w:rsidRDefault="002A6E8C" w:rsidP="0058727F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medial Gastrocnemius-SSV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measuring 2.3mm in diameter. This contains non-occlusive thrombophlebitis at the confluence with the SSV.</w:t>
            </w:r>
          </w:p>
          <w:p w:rsidR="002A6E8C" w:rsidRDefault="002A6E8C" w:rsidP="0058727F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PTV to LSV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measuring 2.8mm in diameter.</w:t>
            </w:r>
          </w:p>
          <w:p w:rsidR="002A6E8C" w:rsidRPr="0058727F" w:rsidRDefault="002A6E8C" w:rsidP="0058727F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medial Gastrocnemius – VV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measuring 1.8mm in diameter.</w:t>
            </w:r>
          </w:p>
          <w:p w:rsidR="0064185E" w:rsidRPr="0058727F" w:rsidRDefault="0064185E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2A6E8C" w:rsidP="0058727F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808080"/>
                <w:sz w:val="18"/>
                <w:szCs w:val="18"/>
              </w:rPr>
              <w:t xml:space="preserve">Comments: </w:t>
            </w:r>
          </w:p>
        </w:tc>
        <w:tc>
          <w:tcPr>
            <w:tcW w:w="8029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4185E" w:rsidRDefault="002A6E8C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 w:rsidRPr="002A6E8C">
              <w:rPr>
                <w:rFonts w:ascii="Arial" w:hAnsi="Arial" w:cs="Arial"/>
                <w:sz w:val="18"/>
                <w:szCs w:val="20"/>
              </w:rPr>
              <w:t>Normal ABPI bilaterally with biphasic waveforms throughout. Right ABPI 1.26, left ABPI 1.09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:rsidR="002A6E8C" w:rsidRPr="0058727F" w:rsidRDefault="002A6E8C" w:rsidP="0058727F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  <w:highlight w:val="yellow"/>
              </w:rPr>
            </w:pPr>
          </w:p>
        </w:tc>
      </w:tr>
      <w:tr w:rsidR="0064185E" w:rsidRPr="0058727F" w:rsidTr="0058727F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64185E" w:rsidP="0058727F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8727F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8727F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8029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64185E" w:rsidRPr="0058727F" w:rsidRDefault="00CF3AA7" w:rsidP="0058727F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 w:rsidP="00022CCA"/>
    <w:sectPr w:rsidR="00694581" w:rsidSect="0064185E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AA7" w:rsidRDefault="00CF3AA7">
      <w:r>
        <w:separator/>
      </w:r>
    </w:p>
  </w:endnote>
  <w:endnote w:type="continuationSeparator" w:id="0">
    <w:p w:rsidR="00CF3AA7" w:rsidRDefault="00CF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95A" w:rsidRPr="00CF26B4" w:rsidRDefault="00BC295A" w:rsidP="00CF26B4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AA7" w:rsidRDefault="00CF3AA7">
      <w:r>
        <w:separator/>
      </w:r>
    </w:p>
  </w:footnote>
  <w:footnote w:type="continuationSeparator" w:id="0">
    <w:p w:rsidR="00CF3AA7" w:rsidRDefault="00CF3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185E" w:rsidRDefault="002A6E8C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4773930</wp:posOffset>
          </wp:positionH>
          <wp:positionV relativeFrom="paragraph">
            <wp:posOffset>-52070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64632"/>
    <w:multiLevelType w:val="hybridMultilevel"/>
    <w:tmpl w:val="4EB273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CE3A76"/>
    <w:multiLevelType w:val="hybridMultilevel"/>
    <w:tmpl w:val="E4F2DBA6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B12191D"/>
    <w:multiLevelType w:val="hybridMultilevel"/>
    <w:tmpl w:val="24E2536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A014ABD"/>
    <w:multiLevelType w:val="hybridMultilevel"/>
    <w:tmpl w:val="D51A0380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EFE366B"/>
    <w:multiLevelType w:val="hybridMultilevel"/>
    <w:tmpl w:val="F0BE52D4"/>
    <w:lvl w:ilvl="0" w:tplc="1FE0485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AA7"/>
    <w:rsid w:val="00003DD7"/>
    <w:rsid w:val="000227B6"/>
    <w:rsid w:val="00022CCA"/>
    <w:rsid w:val="00031B88"/>
    <w:rsid w:val="00052427"/>
    <w:rsid w:val="000777D3"/>
    <w:rsid w:val="00082FF5"/>
    <w:rsid w:val="000852AD"/>
    <w:rsid w:val="00097CEB"/>
    <w:rsid w:val="000A3239"/>
    <w:rsid w:val="000B0FDF"/>
    <w:rsid w:val="000B23A0"/>
    <w:rsid w:val="000F3804"/>
    <w:rsid w:val="000F7427"/>
    <w:rsid w:val="001135A8"/>
    <w:rsid w:val="00130125"/>
    <w:rsid w:val="00130D4E"/>
    <w:rsid w:val="00151F7C"/>
    <w:rsid w:val="001548EB"/>
    <w:rsid w:val="00163316"/>
    <w:rsid w:val="00185DE1"/>
    <w:rsid w:val="00191755"/>
    <w:rsid w:val="00193A3A"/>
    <w:rsid w:val="001C1F8A"/>
    <w:rsid w:val="001E2685"/>
    <w:rsid w:val="001F46FD"/>
    <w:rsid w:val="002027E7"/>
    <w:rsid w:val="0020510B"/>
    <w:rsid w:val="00216637"/>
    <w:rsid w:val="00217128"/>
    <w:rsid w:val="0023495B"/>
    <w:rsid w:val="00267D9C"/>
    <w:rsid w:val="002701F3"/>
    <w:rsid w:val="00273FAB"/>
    <w:rsid w:val="00276D96"/>
    <w:rsid w:val="002845F4"/>
    <w:rsid w:val="00292280"/>
    <w:rsid w:val="002A6E8C"/>
    <w:rsid w:val="002C2267"/>
    <w:rsid w:val="00314798"/>
    <w:rsid w:val="00324B94"/>
    <w:rsid w:val="00332965"/>
    <w:rsid w:val="003512C1"/>
    <w:rsid w:val="003569B0"/>
    <w:rsid w:val="00360F67"/>
    <w:rsid w:val="00390516"/>
    <w:rsid w:val="003A31C2"/>
    <w:rsid w:val="003B7DF9"/>
    <w:rsid w:val="003D2602"/>
    <w:rsid w:val="003D2FDF"/>
    <w:rsid w:val="003E7404"/>
    <w:rsid w:val="00400424"/>
    <w:rsid w:val="00423506"/>
    <w:rsid w:val="0043024B"/>
    <w:rsid w:val="0043201F"/>
    <w:rsid w:val="00436614"/>
    <w:rsid w:val="00443A11"/>
    <w:rsid w:val="00445C74"/>
    <w:rsid w:val="00446D9E"/>
    <w:rsid w:val="004479C2"/>
    <w:rsid w:val="00454B24"/>
    <w:rsid w:val="00475D18"/>
    <w:rsid w:val="004932D3"/>
    <w:rsid w:val="00495AB0"/>
    <w:rsid w:val="004C5B5F"/>
    <w:rsid w:val="004E31CA"/>
    <w:rsid w:val="00525F8D"/>
    <w:rsid w:val="0055661A"/>
    <w:rsid w:val="0057474B"/>
    <w:rsid w:val="0058727F"/>
    <w:rsid w:val="00594056"/>
    <w:rsid w:val="005971C3"/>
    <w:rsid w:val="005B0DDD"/>
    <w:rsid w:val="005B36B6"/>
    <w:rsid w:val="005E3789"/>
    <w:rsid w:val="005E5BC0"/>
    <w:rsid w:val="005E7DDE"/>
    <w:rsid w:val="006174D0"/>
    <w:rsid w:val="0064185E"/>
    <w:rsid w:val="006620F2"/>
    <w:rsid w:val="00687CAB"/>
    <w:rsid w:val="00694581"/>
    <w:rsid w:val="0069482D"/>
    <w:rsid w:val="006A070D"/>
    <w:rsid w:val="006A200E"/>
    <w:rsid w:val="006B62F8"/>
    <w:rsid w:val="006D1008"/>
    <w:rsid w:val="006E5DFC"/>
    <w:rsid w:val="0070477C"/>
    <w:rsid w:val="007412B4"/>
    <w:rsid w:val="00742C0E"/>
    <w:rsid w:val="0077506E"/>
    <w:rsid w:val="00781E01"/>
    <w:rsid w:val="00784424"/>
    <w:rsid w:val="007A268A"/>
    <w:rsid w:val="007A7B01"/>
    <w:rsid w:val="007B50B3"/>
    <w:rsid w:val="008217B1"/>
    <w:rsid w:val="00827E03"/>
    <w:rsid w:val="00845175"/>
    <w:rsid w:val="008527CA"/>
    <w:rsid w:val="00856482"/>
    <w:rsid w:val="00877255"/>
    <w:rsid w:val="008A3F82"/>
    <w:rsid w:val="008A66E5"/>
    <w:rsid w:val="008B27E9"/>
    <w:rsid w:val="008B5D7F"/>
    <w:rsid w:val="008D1F98"/>
    <w:rsid w:val="008D30DD"/>
    <w:rsid w:val="008D344E"/>
    <w:rsid w:val="008F5610"/>
    <w:rsid w:val="00911F56"/>
    <w:rsid w:val="00915AB3"/>
    <w:rsid w:val="00923452"/>
    <w:rsid w:val="00923F4D"/>
    <w:rsid w:val="00936E4D"/>
    <w:rsid w:val="0094691B"/>
    <w:rsid w:val="00953971"/>
    <w:rsid w:val="0095780D"/>
    <w:rsid w:val="00982809"/>
    <w:rsid w:val="009926B2"/>
    <w:rsid w:val="009A0459"/>
    <w:rsid w:val="009A34D2"/>
    <w:rsid w:val="009A5CA0"/>
    <w:rsid w:val="009B1ACE"/>
    <w:rsid w:val="009C45D8"/>
    <w:rsid w:val="009C6954"/>
    <w:rsid w:val="00A00D03"/>
    <w:rsid w:val="00A037DD"/>
    <w:rsid w:val="00A2359B"/>
    <w:rsid w:val="00A4508B"/>
    <w:rsid w:val="00A61C02"/>
    <w:rsid w:val="00A7491A"/>
    <w:rsid w:val="00A94F07"/>
    <w:rsid w:val="00AA6449"/>
    <w:rsid w:val="00AA67B2"/>
    <w:rsid w:val="00AE30A1"/>
    <w:rsid w:val="00AF27D7"/>
    <w:rsid w:val="00B22B19"/>
    <w:rsid w:val="00B46ED4"/>
    <w:rsid w:val="00B50481"/>
    <w:rsid w:val="00B52526"/>
    <w:rsid w:val="00B67AFA"/>
    <w:rsid w:val="00B907F1"/>
    <w:rsid w:val="00BC295A"/>
    <w:rsid w:val="00BE3AF9"/>
    <w:rsid w:val="00C46C3E"/>
    <w:rsid w:val="00C47CD3"/>
    <w:rsid w:val="00C76199"/>
    <w:rsid w:val="00C9350C"/>
    <w:rsid w:val="00CB5F45"/>
    <w:rsid w:val="00CC6657"/>
    <w:rsid w:val="00CC6B3F"/>
    <w:rsid w:val="00CD7188"/>
    <w:rsid w:val="00CE3465"/>
    <w:rsid w:val="00CE5DD1"/>
    <w:rsid w:val="00CF26B4"/>
    <w:rsid w:val="00CF3AA7"/>
    <w:rsid w:val="00D1284F"/>
    <w:rsid w:val="00D34D9F"/>
    <w:rsid w:val="00D37153"/>
    <w:rsid w:val="00D42CEC"/>
    <w:rsid w:val="00D46EFA"/>
    <w:rsid w:val="00D605F8"/>
    <w:rsid w:val="00D63EE0"/>
    <w:rsid w:val="00D73345"/>
    <w:rsid w:val="00D75031"/>
    <w:rsid w:val="00D8557F"/>
    <w:rsid w:val="00D857B8"/>
    <w:rsid w:val="00D91CF0"/>
    <w:rsid w:val="00DB02D6"/>
    <w:rsid w:val="00DB7533"/>
    <w:rsid w:val="00DD13FB"/>
    <w:rsid w:val="00DD1904"/>
    <w:rsid w:val="00E071B6"/>
    <w:rsid w:val="00E16438"/>
    <w:rsid w:val="00E21EED"/>
    <w:rsid w:val="00E4758F"/>
    <w:rsid w:val="00E531EF"/>
    <w:rsid w:val="00E55A8A"/>
    <w:rsid w:val="00E70784"/>
    <w:rsid w:val="00E75EB3"/>
    <w:rsid w:val="00E96ADB"/>
    <w:rsid w:val="00EC3D06"/>
    <w:rsid w:val="00ED68F8"/>
    <w:rsid w:val="00EE78DF"/>
    <w:rsid w:val="00F06E95"/>
    <w:rsid w:val="00F721DC"/>
    <w:rsid w:val="00FA4C28"/>
    <w:rsid w:val="00FB7BE5"/>
    <w:rsid w:val="00FC3506"/>
    <w:rsid w:val="00FD5807"/>
    <w:rsid w:val="00F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E31F88C"/>
  <w15:chartTrackingRefBased/>
  <w15:docId w15:val="{1094D522-A7AE-4760-800F-31FBE7CB9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2A6E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2A6E8C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RIGHT%20SIDE\Venous%20R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Rt CVI</Template>
  <TotalTime>0</TotalTime>
  <Pages>2</Pages>
  <Words>223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2020-06-25T09:16:00Z</cp:lastPrinted>
  <dcterms:created xsi:type="dcterms:W3CDTF">2020-08-07T10:08:00Z</dcterms:created>
  <dcterms:modified xsi:type="dcterms:W3CDTF">2020-08-07T10:08:00Z</dcterms:modified>
  <cp:category>Patient Report</cp:category>
</cp:coreProperties>
</file>